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01" w:rsidRDefault="00B20E01" w:rsidP="00B20E01">
      <w:bookmarkStart w:id="0" w:name="_GoBack"/>
      <w:bookmarkEnd w:id="0"/>
      <w:r>
        <w:rPr>
          <w:rFonts w:hint="eastAsia"/>
        </w:rPr>
        <w:t>抄録本文</w:t>
      </w:r>
      <w:r w:rsidR="009A4530">
        <w:rPr>
          <w:rFonts w:hint="eastAsia"/>
        </w:rPr>
        <w:t xml:space="preserve">　</w:t>
      </w:r>
      <w:r>
        <w:rPr>
          <w:rFonts w:hint="eastAsia"/>
        </w:rPr>
        <w:t>日本語：</w:t>
      </w:r>
      <w:r>
        <w:rPr>
          <w:rFonts w:hint="eastAsia"/>
        </w:rPr>
        <w:t>MS</w:t>
      </w:r>
      <w:r>
        <w:rPr>
          <w:rFonts w:hint="eastAsia"/>
        </w:rPr>
        <w:t>明朝　英数字：</w:t>
      </w:r>
      <w:r>
        <w:rPr>
          <w:rFonts w:hint="eastAsia"/>
        </w:rPr>
        <w:t>Times New Roman</w:t>
      </w:r>
    </w:p>
    <w:p w:rsidR="00F56935" w:rsidRDefault="00B20E01" w:rsidP="00B20E01">
      <w:r>
        <w:rPr>
          <w:rFonts w:hint="eastAsia"/>
        </w:rPr>
        <w:t>26</w:t>
      </w:r>
      <w:r>
        <w:rPr>
          <w:rFonts w:hint="eastAsia"/>
        </w:rPr>
        <w:t>文字×</w:t>
      </w:r>
      <w:r>
        <w:rPr>
          <w:rFonts w:hint="eastAsia"/>
        </w:rPr>
        <w:t>18</w:t>
      </w:r>
      <w:r>
        <w:rPr>
          <w:rFonts w:hint="eastAsia"/>
        </w:rPr>
        <w:t>行×</w:t>
      </w:r>
      <w:r>
        <w:rPr>
          <w:rFonts w:hint="eastAsia"/>
        </w:rPr>
        <w:t>2</w:t>
      </w:r>
      <w:r>
        <w:rPr>
          <w:rFonts w:hint="eastAsia"/>
        </w:rPr>
        <w:t>段組</w:t>
      </w:r>
    </w:p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Default="001305BF" w:rsidP="00B20E01"/>
    <w:p w:rsidR="001305BF" w:rsidRPr="00B20E01" w:rsidRDefault="001305BF" w:rsidP="001305BF">
      <w:pPr>
        <w:jc w:val="right"/>
      </w:pPr>
      <w:r>
        <w:rPr>
          <w:rFonts w:hint="eastAsia"/>
        </w:rPr>
        <w:t>連絡先：</w:t>
      </w:r>
      <w:r>
        <w:rPr>
          <w:rFonts w:hint="eastAsia"/>
        </w:rPr>
        <w:t>000</w:t>
      </w:r>
      <w:r w:rsidRPr="00597A39">
        <w:rPr>
          <w:rFonts w:ascii="ＭＳ 明朝" w:hAnsi="ＭＳ 明朝" w:hint="eastAsia"/>
        </w:rPr>
        <w:t>(</w:t>
      </w:r>
      <w:r>
        <w:rPr>
          <w:rFonts w:hint="eastAsia"/>
        </w:rPr>
        <w:t>000</w:t>
      </w:r>
      <w:r w:rsidRPr="00597A39">
        <w:rPr>
          <w:rFonts w:ascii="ＭＳ 明朝" w:hAnsi="ＭＳ 明朝" w:hint="eastAsia"/>
        </w:rPr>
        <w:t>)</w:t>
      </w:r>
      <w:r>
        <w:rPr>
          <w:rFonts w:hint="eastAsia"/>
        </w:rPr>
        <w:t>0000</w:t>
      </w:r>
    </w:p>
    <w:sectPr w:rsidR="001305BF" w:rsidRPr="00B20E01" w:rsidSect="00BE5FDA">
      <w:pgSz w:w="14572" w:h="10319" w:orient="landscape" w:code="13"/>
      <w:pgMar w:top="3289" w:right="1247" w:bottom="1134" w:left="1247" w:header="567" w:footer="567" w:gutter="0"/>
      <w:cols w:num="2" w:space="900"/>
      <w:docGrid w:type="linesAndChars" w:linePitch="322" w:charSpace="1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30" w:rsidRDefault="009A4530">
      <w:r>
        <w:separator/>
      </w:r>
    </w:p>
  </w:endnote>
  <w:endnote w:type="continuationSeparator" w:id="0">
    <w:p w:rsidR="009A4530" w:rsidRDefault="009A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30" w:rsidRDefault="009A4530">
      <w:r>
        <w:separator/>
      </w:r>
    </w:p>
  </w:footnote>
  <w:footnote w:type="continuationSeparator" w:id="0">
    <w:p w:rsidR="009A4530" w:rsidRDefault="009A4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215"/>
  <w:drawingGridVerticalSpacing w:val="161"/>
  <w:displayHorizontalDrawingGridEvery w:val="0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30"/>
    <w:rsid w:val="000E175F"/>
    <w:rsid w:val="00122907"/>
    <w:rsid w:val="001305BF"/>
    <w:rsid w:val="001F4086"/>
    <w:rsid w:val="0042437A"/>
    <w:rsid w:val="00597A39"/>
    <w:rsid w:val="00710F22"/>
    <w:rsid w:val="008407C7"/>
    <w:rsid w:val="009A4530"/>
    <w:rsid w:val="00AE6037"/>
    <w:rsid w:val="00B20E01"/>
    <w:rsid w:val="00B84E5D"/>
    <w:rsid w:val="00BE5FDA"/>
    <w:rsid w:val="00DD5EF6"/>
    <w:rsid w:val="00DD7572"/>
    <w:rsid w:val="00F33AF9"/>
    <w:rsid w:val="00F5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8B0F10B2-AA1A-47F2-BD52-EB1C2944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85" w:left="1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9679;&#36664;&#34880;&#30740;&#31350;&#29677;\&#22524;&#29577;&#30476;&#21307;&#23398;&#26908;&#26619;&#23398;&#20250;\2022.12&#12288;50&#22238;&#22524;&#29577;&#30476;&#21307;&#23398;&#26908;&#26619;&#23398;&#20250;\&#65288;&#26032;&#65289;&#28436;&#38988;&#21215;&#38598;&#38306;&#36899;&#12501;&#12449;&#12452;&#12523;\&#19968;&#33324;&#28436;&#38988;&#25220;&#37682;&#12486;&#12531;&#12503;&#12524;&#12540;&#12488;\&#25220;&#37682;&#12486;&#12531;&#12503;&#12524;&#12540;&#12488;001(MicrosoftWord2007&#20197;&#38477;)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抄録テンプレート001(MicrosoftWord2007以降)</Template>
  <TotalTime>16</TotalTime>
  <Pages>1</Pages>
  <Words>33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OSC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TMG1912-2578B</dc:creator>
  <cp:lastModifiedBy>TMG1912-2578B</cp:lastModifiedBy>
  <cp:revision>8</cp:revision>
  <cp:lastPrinted>1900-12-31T15:00:00Z</cp:lastPrinted>
  <dcterms:created xsi:type="dcterms:W3CDTF">2022-03-22T23:50:00Z</dcterms:created>
  <dcterms:modified xsi:type="dcterms:W3CDTF">2022-03-23T00:39:00Z</dcterms:modified>
</cp:coreProperties>
</file>